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9D5EA2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D5EA2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9D5EA2">
        <w:rPr>
          <w:rFonts w:ascii="Corbel" w:hAnsi="Corbel"/>
          <w:b/>
          <w:bCs/>
          <w:sz w:val="24"/>
          <w:szCs w:val="24"/>
        </w:rPr>
        <w:tab/>
      </w:r>
      <w:r w:rsidR="00CD6897" w:rsidRPr="009D5EA2">
        <w:rPr>
          <w:rFonts w:ascii="Corbel" w:hAnsi="Corbel"/>
          <w:b/>
          <w:bCs/>
          <w:sz w:val="24"/>
          <w:szCs w:val="24"/>
        </w:rPr>
        <w:tab/>
      </w:r>
      <w:r w:rsidR="00CD6897" w:rsidRPr="009D5EA2">
        <w:rPr>
          <w:rFonts w:ascii="Corbel" w:hAnsi="Corbel"/>
          <w:b/>
          <w:bCs/>
          <w:sz w:val="24"/>
          <w:szCs w:val="24"/>
        </w:rPr>
        <w:tab/>
      </w:r>
      <w:r w:rsidR="00CD6897" w:rsidRPr="009D5EA2">
        <w:rPr>
          <w:rFonts w:ascii="Corbel" w:hAnsi="Corbel"/>
          <w:b/>
          <w:bCs/>
          <w:sz w:val="24"/>
          <w:szCs w:val="24"/>
        </w:rPr>
        <w:tab/>
      </w:r>
      <w:r w:rsidR="00CD6897" w:rsidRPr="009D5EA2">
        <w:rPr>
          <w:rFonts w:ascii="Corbel" w:hAnsi="Corbel"/>
          <w:b/>
          <w:bCs/>
          <w:sz w:val="24"/>
          <w:szCs w:val="24"/>
        </w:rPr>
        <w:tab/>
      </w:r>
      <w:r w:rsidR="00CD6897" w:rsidRPr="009D5EA2">
        <w:rPr>
          <w:rFonts w:ascii="Corbel" w:hAnsi="Corbel"/>
          <w:b/>
          <w:bCs/>
          <w:sz w:val="24"/>
          <w:szCs w:val="24"/>
        </w:rPr>
        <w:tab/>
      </w:r>
      <w:r w:rsidR="00D8678B" w:rsidRPr="009D5EA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D5EA2">
        <w:rPr>
          <w:rFonts w:ascii="Corbel" w:hAnsi="Corbel"/>
          <w:bCs/>
          <w:i/>
          <w:sz w:val="24"/>
          <w:szCs w:val="24"/>
        </w:rPr>
        <w:t>1.5</w:t>
      </w:r>
      <w:r w:rsidR="00D8678B" w:rsidRPr="009D5EA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D5EA2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D5EA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D5EA2">
        <w:rPr>
          <w:rFonts w:ascii="Corbel" w:hAnsi="Corbel"/>
          <w:bCs/>
          <w:i/>
          <w:sz w:val="24"/>
          <w:szCs w:val="24"/>
        </w:rPr>
        <w:t>12/2019</w:t>
      </w:r>
    </w:p>
    <w:p w14:paraId="2C327FE0" w14:textId="77777777" w:rsidR="0085747A" w:rsidRPr="009D5EA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5EA2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2B3F0C97" w:rsidR="0085747A" w:rsidRPr="009D5EA2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D5EA2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D5EA2">
        <w:rPr>
          <w:rFonts w:ascii="Corbel" w:hAnsi="Corbel"/>
          <w:b/>
          <w:smallCaps/>
          <w:sz w:val="24"/>
          <w:szCs w:val="24"/>
        </w:rPr>
        <w:t xml:space="preserve"> </w:t>
      </w:r>
      <w:r w:rsidR="007666CD" w:rsidRPr="009D5EA2">
        <w:rPr>
          <w:rFonts w:ascii="Corbel" w:hAnsi="Corbel"/>
          <w:i/>
          <w:smallCaps/>
          <w:sz w:val="24"/>
          <w:szCs w:val="24"/>
        </w:rPr>
        <w:t>2019-2022</w:t>
      </w:r>
    </w:p>
    <w:p w14:paraId="19345D10" w14:textId="77777777" w:rsidR="0085747A" w:rsidRPr="009D5EA2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D5EA2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D5EA2">
        <w:rPr>
          <w:rFonts w:ascii="Corbel" w:hAnsi="Corbel"/>
          <w:i/>
          <w:sz w:val="24"/>
          <w:szCs w:val="24"/>
        </w:rPr>
        <w:t>(skrajne daty</w:t>
      </w:r>
      <w:r w:rsidR="0085747A" w:rsidRPr="009D5EA2">
        <w:rPr>
          <w:rFonts w:ascii="Corbel" w:hAnsi="Corbel"/>
          <w:sz w:val="24"/>
          <w:szCs w:val="24"/>
        </w:rPr>
        <w:t>)</w:t>
      </w:r>
    </w:p>
    <w:p w14:paraId="058B45FA" w14:textId="404C3158" w:rsidR="0085747A" w:rsidRPr="009D5EA2" w:rsidRDefault="00445970" w:rsidP="001022B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D5EA2">
        <w:rPr>
          <w:rFonts w:ascii="Corbel" w:hAnsi="Corbel"/>
          <w:sz w:val="24"/>
          <w:szCs w:val="24"/>
        </w:rPr>
        <w:tab/>
      </w:r>
      <w:r w:rsidRPr="009D5EA2">
        <w:rPr>
          <w:rFonts w:ascii="Corbel" w:hAnsi="Corbel"/>
          <w:sz w:val="24"/>
          <w:szCs w:val="24"/>
        </w:rPr>
        <w:tab/>
      </w:r>
      <w:r w:rsidRPr="009D5EA2">
        <w:rPr>
          <w:rFonts w:ascii="Corbel" w:hAnsi="Corbel"/>
          <w:sz w:val="24"/>
          <w:szCs w:val="24"/>
        </w:rPr>
        <w:tab/>
      </w:r>
      <w:r w:rsidRPr="009D5EA2">
        <w:rPr>
          <w:rFonts w:ascii="Corbel" w:hAnsi="Corbel"/>
          <w:sz w:val="24"/>
          <w:szCs w:val="24"/>
        </w:rPr>
        <w:tab/>
        <w:t xml:space="preserve">Rok akademicki   </w:t>
      </w:r>
      <w:r w:rsidR="001022BF" w:rsidRPr="009D5EA2">
        <w:rPr>
          <w:rFonts w:ascii="Corbel" w:hAnsi="Corbel"/>
          <w:sz w:val="24"/>
          <w:szCs w:val="24"/>
        </w:rPr>
        <w:t>2020/2021</w:t>
      </w:r>
    </w:p>
    <w:p w14:paraId="4B0844D0" w14:textId="77777777" w:rsidR="0085747A" w:rsidRPr="009D5EA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D5EA2">
        <w:rPr>
          <w:rFonts w:ascii="Corbel" w:hAnsi="Corbel"/>
          <w:szCs w:val="24"/>
        </w:rPr>
        <w:t xml:space="preserve">1. </w:t>
      </w:r>
      <w:r w:rsidR="0085747A" w:rsidRPr="009D5EA2">
        <w:rPr>
          <w:rFonts w:ascii="Corbel" w:hAnsi="Corbel"/>
          <w:szCs w:val="24"/>
        </w:rPr>
        <w:t xml:space="preserve">Podstawowe </w:t>
      </w:r>
      <w:r w:rsidR="00445970" w:rsidRPr="009D5EA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D5EA2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D5E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1D4074A" w:rsidR="0085747A" w:rsidRPr="009D5EA2" w:rsidRDefault="007666CD" w:rsidP="007666CD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9D5EA2">
              <w:rPr>
                <w:rFonts w:ascii="Corbel" w:eastAsia="Times New Roman" w:hAnsi="Corbel"/>
                <w:sz w:val="24"/>
                <w:szCs w:val="24"/>
                <w:lang w:eastAsia="pl-PL"/>
              </w:rPr>
              <w:t>Współczesne systemy edukacji</w:t>
            </w:r>
          </w:p>
        </w:tc>
      </w:tr>
      <w:tr w:rsidR="0085747A" w:rsidRPr="009D5EA2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D5EA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D5EA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4582D415" w:rsidR="0085747A" w:rsidRPr="009D5EA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D5EA2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D5EA2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9D5EA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1A09CE19" w:rsidR="0085747A" w:rsidRPr="009D5EA2" w:rsidRDefault="009D5E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D5EA2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D5E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426BA0A3" w:rsidR="0085747A" w:rsidRPr="009D5EA2" w:rsidRDefault="009D5E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D5EA2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D5E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78780F6" w:rsidR="0085747A" w:rsidRPr="009D5EA2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EA2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D5EA2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D5EA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446B1749" w:rsidR="0085747A" w:rsidRPr="009D5EA2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EA2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D5EA2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D5E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3400F1F8" w:rsidR="0085747A" w:rsidRPr="009D5EA2" w:rsidRDefault="00656F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EA2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7666CD" w:rsidRPr="009D5EA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D5EA2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D5E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69496CD7" w:rsidR="0085747A" w:rsidRPr="009D5EA2" w:rsidRDefault="008E54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EA2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656F8B" w:rsidRPr="009D5EA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7666CD" w:rsidRPr="009D5EA2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D5EA2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D5E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9D5EA2">
              <w:rPr>
                <w:rFonts w:ascii="Corbel" w:hAnsi="Corbel"/>
                <w:sz w:val="24"/>
                <w:szCs w:val="24"/>
              </w:rPr>
              <w:t>/y</w:t>
            </w:r>
            <w:r w:rsidRPr="009D5EA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E84D1E7" w:rsidR="0085747A" w:rsidRPr="009D5EA2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EA2">
              <w:rPr>
                <w:rFonts w:ascii="Corbel" w:hAnsi="Corbel"/>
                <w:b w:val="0"/>
                <w:sz w:val="24"/>
                <w:szCs w:val="24"/>
              </w:rPr>
              <w:t xml:space="preserve">II, </w:t>
            </w:r>
            <w:proofErr w:type="spellStart"/>
            <w:r w:rsidRPr="009D5EA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Pr="009D5EA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656F8B" w:rsidRPr="009D5EA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D5EA2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D5E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7AE6581C" w:rsidR="0085747A" w:rsidRPr="009D5EA2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EA2"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9D5EA2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D5EA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002A9B88" w:rsidR="00923D7D" w:rsidRPr="009D5EA2" w:rsidRDefault="001B618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EA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666CD" w:rsidRPr="009D5EA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D5EA2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D5E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70E693E2" w:rsidR="0085747A" w:rsidRPr="009D5EA2" w:rsidRDefault="007666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5EA2">
              <w:rPr>
                <w:rFonts w:ascii="Corbel" w:hAnsi="Corbel"/>
                <w:b w:val="0"/>
                <w:sz w:val="24"/>
                <w:szCs w:val="24"/>
              </w:rPr>
              <w:t xml:space="preserve">Dr hab. prof. UR Wojciech </w:t>
            </w:r>
            <w:proofErr w:type="spellStart"/>
            <w:r w:rsidRPr="009D5EA2"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</w:p>
        </w:tc>
      </w:tr>
      <w:tr w:rsidR="0085747A" w:rsidRPr="009D5EA2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D5EA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57D76B24" w:rsidR="0085747A" w:rsidRPr="009D5EA2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D5EA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D5EA2">
        <w:rPr>
          <w:rFonts w:ascii="Corbel" w:hAnsi="Corbel"/>
          <w:sz w:val="24"/>
          <w:szCs w:val="24"/>
        </w:rPr>
        <w:t xml:space="preserve">* </w:t>
      </w:r>
      <w:r w:rsidRPr="009D5EA2">
        <w:rPr>
          <w:rFonts w:ascii="Corbel" w:hAnsi="Corbel"/>
          <w:i/>
          <w:sz w:val="24"/>
          <w:szCs w:val="24"/>
        </w:rPr>
        <w:t>-</w:t>
      </w:r>
      <w:r w:rsidR="00B90885" w:rsidRPr="009D5EA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D5EA2">
        <w:rPr>
          <w:rFonts w:ascii="Corbel" w:hAnsi="Corbel"/>
          <w:b w:val="0"/>
          <w:sz w:val="24"/>
          <w:szCs w:val="24"/>
        </w:rPr>
        <w:t>e,</w:t>
      </w:r>
      <w:r w:rsidRPr="009D5EA2">
        <w:rPr>
          <w:rFonts w:ascii="Corbel" w:hAnsi="Corbel"/>
          <w:i/>
          <w:sz w:val="24"/>
          <w:szCs w:val="24"/>
        </w:rPr>
        <w:t xml:space="preserve"> </w:t>
      </w:r>
      <w:r w:rsidRPr="009D5EA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D5EA2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D5E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D5EA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D5EA2">
        <w:rPr>
          <w:rFonts w:ascii="Corbel" w:hAnsi="Corbel"/>
          <w:sz w:val="24"/>
          <w:szCs w:val="24"/>
        </w:rPr>
        <w:t>1.</w:t>
      </w:r>
      <w:r w:rsidR="00E22FBC" w:rsidRPr="009D5EA2">
        <w:rPr>
          <w:rFonts w:ascii="Corbel" w:hAnsi="Corbel"/>
          <w:sz w:val="24"/>
          <w:szCs w:val="24"/>
        </w:rPr>
        <w:t>1</w:t>
      </w:r>
      <w:r w:rsidRPr="009D5EA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D5EA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D5EA2" w14:paraId="1327BB1B" w14:textId="77777777" w:rsidTr="007666C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Pr="009D5E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EA2"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D5EA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EA2">
              <w:rPr>
                <w:rFonts w:ascii="Corbel" w:hAnsi="Corbel"/>
                <w:szCs w:val="24"/>
              </w:rPr>
              <w:t>(</w:t>
            </w:r>
            <w:r w:rsidR="00363F78" w:rsidRPr="009D5EA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D5E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5EA2">
              <w:rPr>
                <w:rFonts w:ascii="Corbel" w:hAnsi="Corbel"/>
                <w:szCs w:val="24"/>
              </w:rPr>
              <w:t>Wykł</w:t>
            </w:r>
            <w:proofErr w:type="spellEnd"/>
            <w:r w:rsidRPr="009D5E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D5E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EA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D5E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5EA2">
              <w:rPr>
                <w:rFonts w:ascii="Corbel" w:hAnsi="Corbel"/>
                <w:szCs w:val="24"/>
              </w:rPr>
              <w:t>Konw</w:t>
            </w:r>
            <w:proofErr w:type="spellEnd"/>
            <w:r w:rsidRPr="009D5E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D5E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EA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D5E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5EA2">
              <w:rPr>
                <w:rFonts w:ascii="Corbel" w:hAnsi="Corbel"/>
                <w:szCs w:val="24"/>
              </w:rPr>
              <w:t>Sem</w:t>
            </w:r>
            <w:proofErr w:type="spellEnd"/>
            <w:r w:rsidRPr="009D5E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D5E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EA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D5E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5EA2">
              <w:rPr>
                <w:rFonts w:ascii="Corbel" w:hAnsi="Corbel"/>
                <w:szCs w:val="24"/>
              </w:rPr>
              <w:t>Prakt</w:t>
            </w:r>
            <w:proofErr w:type="spellEnd"/>
            <w:r w:rsidRPr="009D5EA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D5E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5EA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D5EA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D5EA2">
              <w:rPr>
                <w:rFonts w:ascii="Corbel" w:hAnsi="Corbel"/>
                <w:b/>
                <w:szCs w:val="24"/>
              </w:rPr>
              <w:t>Liczba pkt</w:t>
            </w:r>
            <w:r w:rsidR="00B90885" w:rsidRPr="009D5EA2">
              <w:rPr>
                <w:rFonts w:ascii="Corbel" w:hAnsi="Corbel"/>
                <w:b/>
                <w:szCs w:val="24"/>
              </w:rPr>
              <w:t>.</w:t>
            </w:r>
            <w:r w:rsidRPr="009D5EA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D5EA2" w14:paraId="69FEC586" w14:textId="77777777" w:rsidTr="007666C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146F225A" w:rsidR="00015B8F" w:rsidRPr="009D5EA2" w:rsidRDefault="007666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35E81046" w:rsidR="00015B8F" w:rsidRPr="009D5EA2" w:rsidRDefault="008E54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77777777" w:rsidR="00015B8F" w:rsidRPr="009D5EA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D5EA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D5EA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D5EA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D5EA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D5EA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D5EA2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FD009F3" w:rsidR="00015B8F" w:rsidRPr="009D5EA2" w:rsidRDefault="007666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9D5EA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D5EA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D5EA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D5EA2">
        <w:rPr>
          <w:rFonts w:ascii="Corbel" w:hAnsi="Corbel"/>
          <w:smallCaps w:val="0"/>
          <w:szCs w:val="24"/>
        </w:rPr>
        <w:t>1.</w:t>
      </w:r>
      <w:r w:rsidR="00E22FBC" w:rsidRPr="009D5EA2">
        <w:rPr>
          <w:rFonts w:ascii="Corbel" w:hAnsi="Corbel"/>
          <w:smallCaps w:val="0"/>
          <w:szCs w:val="24"/>
        </w:rPr>
        <w:t>2</w:t>
      </w:r>
      <w:r w:rsidR="00F83B28" w:rsidRPr="009D5EA2">
        <w:rPr>
          <w:rFonts w:ascii="Corbel" w:hAnsi="Corbel"/>
          <w:smallCaps w:val="0"/>
          <w:szCs w:val="24"/>
        </w:rPr>
        <w:t>.</w:t>
      </w:r>
      <w:r w:rsidR="00F83B28" w:rsidRPr="009D5EA2">
        <w:rPr>
          <w:rFonts w:ascii="Corbel" w:hAnsi="Corbel"/>
          <w:smallCaps w:val="0"/>
          <w:szCs w:val="24"/>
        </w:rPr>
        <w:tab/>
      </w:r>
      <w:r w:rsidRPr="009D5EA2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0ADC115" w:rsidR="0085747A" w:rsidRPr="009D5EA2" w:rsidRDefault="007666C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5EA2">
        <w:rPr>
          <w:rFonts w:ascii="MS Gothic" w:eastAsia="MS Gothic" w:hAnsi="MS Gothic" w:cs="MS Gothic" w:hint="eastAsia"/>
          <w:b w:val="0"/>
          <w:szCs w:val="24"/>
          <w:highlight w:val="lightGray"/>
        </w:rPr>
        <w:t>☒</w:t>
      </w:r>
      <w:r w:rsidR="0085747A" w:rsidRPr="009D5EA2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D5EA2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5EA2">
        <w:rPr>
          <w:rFonts w:ascii="MS Gothic" w:eastAsia="MS Gothic" w:hAnsi="MS Gothic" w:cs="MS Gothic" w:hint="eastAsia"/>
          <w:b w:val="0"/>
          <w:szCs w:val="24"/>
        </w:rPr>
        <w:t>☐</w:t>
      </w:r>
      <w:r w:rsidRPr="009D5EA2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D5EA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625AC5F2" w:rsidR="00E22FBC" w:rsidRPr="009D5EA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D5EA2">
        <w:rPr>
          <w:rFonts w:ascii="Corbel" w:hAnsi="Corbel"/>
          <w:smallCaps w:val="0"/>
          <w:szCs w:val="24"/>
        </w:rPr>
        <w:t xml:space="preserve">1.3 </w:t>
      </w:r>
      <w:r w:rsidR="00F83B28" w:rsidRPr="009D5EA2">
        <w:rPr>
          <w:rFonts w:ascii="Corbel" w:hAnsi="Corbel"/>
          <w:smallCaps w:val="0"/>
          <w:szCs w:val="24"/>
        </w:rPr>
        <w:tab/>
      </w:r>
      <w:r w:rsidRPr="009D5EA2">
        <w:rPr>
          <w:rFonts w:ascii="Corbel" w:hAnsi="Corbel"/>
          <w:smallCaps w:val="0"/>
          <w:szCs w:val="24"/>
        </w:rPr>
        <w:t>For</w:t>
      </w:r>
      <w:r w:rsidR="00445970" w:rsidRPr="009D5EA2">
        <w:rPr>
          <w:rFonts w:ascii="Corbel" w:hAnsi="Corbel"/>
          <w:smallCaps w:val="0"/>
          <w:szCs w:val="24"/>
        </w:rPr>
        <w:t xml:space="preserve">ma zaliczenia przedmiotu </w:t>
      </w:r>
      <w:r w:rsidRPr="009D5EA2">
        <w:rPr>
          <w:rFonts w:ascii="Corbel" w:hAnsi="Corbel"/>
          <w:smallCaps w:val="0"/>
          <w:szCs w:val="24"/>
        </w:rPr>
        <w:t xml:space="preserve"> (z toku) </w:t>
      </w:r>
      <w:r w:rsidR="00C62FBA" w:rsidRPr="009D5EA2">
        <w:rPr>
          <w:rFonts w:ascii="Corbel" w:hAnsi="Corbel"/>
          <w:b w:val="0"/>
          <w:smallCaps w:val="0"/>
          <w:szCs w:val="24"/>
        </w:rPr>
        <w:t>praca projektowa</w:t>
      </w:r>
    </w:p>
    <w:p w14:paraId="2619C54F" w14:textId="65E4FBDE" w:rsidR="009C54AE" w:rsidRPr="009D5EA2" w:rsidRDefault="007407F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D5EA2">
        <w:rPr>
          <w:rFonts w:ascii="Corbel" w:hAnsi="Corbel"/>
          <w:b w:val="0"/>
          <w:szCs w:val="24"/>
        </w:rPr>
        <w:t>Praca projektowa</w:t>
      </w:r>
    </w:p>
    <w:p w14:paraId="45B321C5" w14:textId="77777777" w:rsidR="00E960BB" w:rsidRPr="009D5EA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D5E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5EA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D5EA2" w14:paraId="12E6A1E9" w14:textId="77777777" w:rsidTr="00745302">
        <w:tc>
          <w:tcPr>
            <w:tcW w:w="9670" w:type="dxa"/>
          </w:tcPr>
          <w:p w14:paraId="71915C80" w14:textId="7BDE274C" w:rsidR="007666CD" w:rsidRPr="009D5EA2" w:rsidRDefault="007666CD" w:rsidP="007666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przedmiotów: socjologia, pedagogika ogólna, historia wychowania, teoretyczne podstawy wychowania.</w:t>
            </w:r>
          </w:p>
          <w:p w14:paraId="443A7D53" w14:textId="604CDA6D" w:rsidR="0085747A" w:rsidRPr="009D5EA2" w:rsidRDefault="007666CD" w:rsidP="007666C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społeczeństwie, umiejętności analizy i syntezy zjawisk pedagogicznych na tle przemian społecznych, kulturowych i ekonomicznych.</w:t>
            </w:r>
          </w:p>
        </w:tc>
      </w:tr>
    </w:tbl>
    <w:p w14:paraId="34DE296F" w14:textId="77777777" w:rsidR="00153C41" w:rsidRPr="009D5EA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9D5EA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5EA2">
        <w:rPr>
          <w:rFonts w:ascii="Corbel" w:hAnsi="Corbel"/>
          <w:szCs w:val="24"/>
        </w:rPr>
        <w:lastRenderedPageBreak/>
        <w:t>3.</w:t>
      </w:r>
      <w:r w:rsidR="0085747A" w:rsidRPr="009D5EA2">
        <w:rPr>
          <w:rFonts w:ascii="Corbel" w:hAnsi="Corbel"/>
          <w:szCs w:val="24"/>
        </w:rPr>
        <w:t xml:space="preserve"> </w:t>
      </w:r>
      <w:r w:rsidR="00A84C85" w:rsidRPr="009D5EA2">
        <w:rPr>
          <w:rFonts w:ascii="Corbel" w:hAnsi="Corbel"/>
          <w:szCs w:val="24"/>
        </w:rPr>
        <w:t>cele, efekty uczenia się</w:t>
      </w:r>
      <w:r w:rsidR="0085747A" w:rsidRPr="009D5EA2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9D5EA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Pr="009D5EA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D5EA2">
        <w:rPr>
          <w:rFonts w:ascii="Corbel" w:hAnsi="Corbel"/>
          <w:sz w:val="24"/>
          <w:szCs w:val="24"/>
        </w:rPr>
        <w:t xml:space="preserve">3.1 </w:t>
      </w:r>
      <w:r w:rsidR="00C05F44" w:rsidRPr="009D5EA2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D5EA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D5EA2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D5EA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5EA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16D6A51E" w:rsidR="007666CD" w:rsidRPr="009D5EA2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5EA2">
              <w:rPr>
                <w:rFonts w:ascii="Corbel" w:hAnsi="Corbel"/>
                <w:b w:val="0"/>
                <w:sz w:val="24"/>
                <w:szCs w:val="24"/>
              </w:rPr>
              <w:t>Poznanie uwarunkowań społeczno-demograficznych i działań projektowych międzynarodowego wymiaru edukacji w odniesieniu do różnych kierunków myśli pedagogicznej i współczesnych nauk pedagogicznych, w szczególności: politycznych uwarunkowań edukacji szkolnej; koncepcji szkoły; organizacji szkoły jako instytucji społecznej i wychowawczej.</w:t>
            </w:r>
          </w:p>
        </w:tc>
      </w:tr>
      <w:tr w:rsidR="0085747A" w:rsidRPr="009D5EA2" w14:paraId="6A88AE9D" w14:textId="77777777" w:rsidTr="00923D7D">
        <w:tc>
          <w:tcPr>
            <w:tcW w:w="851" w:type="dxa"/>
            <w:vAlign w:val="center"/>
          </w:tcPr>
          <w:p w14:paraId="53E01975" w14:textId="5AFE80BE" w:rsidR="0085747A" w:rsidRPr="009D5EA2" w:rsidRDefault="007666C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068834C1" w:rsidR="0085747A" w:rsidRPr="009D5EA2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5EA2">
              <w:rPr>
                <w:rFonts w:ascii="Corbel" w:hAnsi="Corbel"/>
                <w:b w:val="0"/>
                <w:sz w:val="24"/>
                <w:szCs w:val="24"/>
              </w:rPr>
              <w:t>Poznanie i zrozumienie źródeł doboru, konstruowania, modyfikowania programów nauczania; sposobów charakteryzowania ucznia – jego potrzeb i zainteresowań oraz formułowania założeń do projektowanie działań edukacyjnych.</w:t>
            </w:r>
          </w:p>
        </w:tc>
      </w:tr>
      <w:tr w:rsidR="0085747A" w:rsidRPr="009D5EA2" w14:paraId="52323540" w14:textId="77777777" w:rsidTr="00923D7D">
        <w:tc>
          <w:tcPr>
            <w:tcW w:w="851" w:type="dxa"/>
            <w:vAlign w:val="center"/>
          </w:tcPr>
          <w:p w14:paraId="189FBA2B" w14:textId="72CEAD06" w:rsidR="0085747A" w:rsidRPr="009D5EA2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5EA2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666CD" w:rsidRPr="009D5EA2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2B5C422" w14:textId="2616BF09" w:rsidR="0085747A" w:rsidRPr="009D5EA2" w:rsidRDefault="007666C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5EA2">
              <w:rPr>
                <w:rFonts w:ascii="Corbel" w:hAnsi="Corbel"/>
                <w:b w:val="0"/>
                <w:sz w:val="24"/>
                <w:szCs w:val="24"/>
              </w:rPr>
              <w:t>Poznanie i zrozumienie rozwiązań prawa oświatowego w pracy szkoły i nauczycieli.</w:t>
            </w:r>
          </w:p>
        </w:tc>
      </w:tr>
    </w:tbl>
    <w:p w14:paraId="6B31BD7A" w14:textId="77777777" w:rsidR="0085747A" w:rsidRPr="009D5E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D5EA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D5EA2">
        <w:rPr>
          <w:rFonts w:ascii="Corbel" w:hAnsi="Corbel"/>
          <w:b/>
          <w:sz w:val="24"/>
          <w:szCs w:val="24"/>
        </w:rPr>
        <w:t xml:space="preserve">3.2 </w:t>
      </w:r>
      <w:r w:rsidR="001D7B54" w:rsidRPr="009D5EA2">
        <w:rPr>
          <w:rFonts w:ascii="Corbel" w:hAnsi="Corbel"/>
          <w:b/>
          <w:sz w:val="24"/>
          <w:szCs w:val="24"/>
        </w:rPr>
        <w:t xml:space="preserve">Efekty </w:t>
      </w:r>
      <w:r w:rsidR="00C05F44" w:rsidRPr="009D5EA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D5EA2">
        <w:rPr>
          <w:rFonts w:ascii="Corbel" w:hAnsi="Corbel"/>
          <w:b/>
          <w:sz w:val="24"/>
          <w:szCs w:val="24"/>
        </w:rPr>
        <w:t>dla przedmiotu</w:t>
      </w:r>
      <w:r w:rsidR="00445970" w:rsidRPr="009D5EA2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D5EA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00BC3" w:rsidRPr="009D5EA2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D5EA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5EA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5EA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C9F4E50" w14:textId="77777777" w:rsidR="007407FE" w:rsidRPr="009D5EA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5EA2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5991DD0" w:rsidR="0085747A" w:rsidRPr="009D5EA2" w:rsidRDefault="007407F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D625C3E" w14:textId="77777777" w:rsidR="0085747A" w:rsidRPr="009D5EA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D5EA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00BC3" w:rsidRPr="009D5EA2" w14:paraId="5DA6F6F8" w14:textId="77777777" w:rsidTr="005E6E85">
        <w:tc>
          <w:tcPr>
            <w:tcW w:w="1701" w:type="dxa"/>
          </w:tcPr>
          <w:p w14:paraId="61813C10" w14:textId="77777777" w:rsidR="0085747A" w:rsidRPr="009D5E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5EA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5EA18B1" w14:textId="2A222CC1" w:rsidR="00D67C42" w:rsidRPr="009D5EA2" w:rsidRDefault="00AA0C1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67C42" w:rsidRPr="009D5EA2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AE368D" w:rsidRPr="009D5EA2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="00D67C42"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europejskie i pozaeuropejskie systemy edukacji, w tym </w:t>
            </w:r>
            <w:r w:rsidR="00D67C42" w:rsidRPr="009D5EA2">
              <w:rPr>
                <w:rFonts w:ascii="Corbel" w:hAnsi="Corbel"/>
                <w:b w:val="0"/>
                <w:smallCaps w:val="0"/>
                <w:szCs w:val="24"/>
              </w:rPr>
              <w:t>cele, funkcje, strukturę  systemu edukacji w Polsce</w:t>
            </w:r>
            <w:r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. Scharakteryzuje </w:t>
            </w:r>
            <w:r w:rsidR="00D67C42"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 wybrane instytucje edukacyjne, wychowawcze, opiekuńcze, kulturowe i pomocowe.</w:t>
            </w:r>
          </w:p>
        </w:tc>
        <w:tc>
          <w:tcPr>
            <w:tcW w:w="1873" w:type="dxa"/>
          </w:tcPr>
          <w:p w14:paraId="333BD9BF" w14:textId="77777777" w:rsidR="0085747A" w:rsidRPr="009D5E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1D3F65" w14:textId="77777777" w:rsidR="00D67C42" w:rsidRPr="009D5EA2" w:rsidRDefault="00D67C42" w:rsidP="00D67C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K_W11</w:t>
            </w:r>
          </w:p>
          <w:p w14:paraId="70C200D6" w14:textId="7E0F7D03" w:rsidR="00D67C42" w:rsidRPr="009D5EA2" w:rsidRDefault="00D6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00BC3" w:rsidRPr="009D5EA2" w14:paraId="664FC6A1" w14:textId="77777777" w:rsidTr="005E6E85">
        <w:tc>
          <w:tcPr>
            <w:tcW w:w="1701" w:type="dxa"/>
          </w:tcPr>
          <w:p w14:paraId="695D7137" w14:textId="77777777" w:rsidR="0085747A" w:rsidRPr="009D5E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4A36569A" w:rsidR="00550856" w:rsidRPr="009D5EA2" w:rsidRDefault="001B618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</w:rPr>
              <w:t>Dokona analizy</w:t>
            </w:r>
            <w:r w:rsidR="00550856"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E368D" w:rsidRPr="009D5EA2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550856" w:rsidRPr="009D5EA2">
              <w:rPr>
                <w:rFonts w:ascii="Corbel" w:hAnsi="Corbel"/>
                <w:b w:val="0"/>
                <w:smallCaps w:val="0"/>
                <w:szCs w:val="24"/>
              </w:rPr>
              <w:t>interpret</w:t>
            </w:r>
            <w:r w:rsidR="00AE368D" w:rsidRPr="009D5EA2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550856"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32C32" w:rsidRPr="009D5EA2">
              <w:rPr>
                <w:rFonts w:ascii="Corbel" w:hAnsi="Corbel"/>
                <w:b w:val="0"/>
                <w:smallCaps w:val="0"/>
                <w:szCs w:val="24"/>
              </w:rPr>
              <w:t>działania pedagogiczne w</w:t>
            </w:r>
            <w:r w:rsidR="00550856"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25A61"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="00400BC3"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instytucjach oświatowych, pod kątem oddziaływań </w:t>
            </w:r>
            <w:r w:rsidR="00232C32"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50856" w:rsidRPr="009D5EA2">
              <w:rPr>
                <w:rFonts w:ascii="Corbel" w:hAnsi="Corbel"/>
                <w:b w:val="0"/>
                <w:smallCaps w:val="0"/>
                <w:szCs w:val="24"/>
              </w:rPr>
              <w:t>wychowawczych, dydaktycznych i opiekuńczych</w:t>
            </w:r>
            <w:r w:rsidR="00400BC3" w:rsidRPr="009D5EA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5A07D9B" w14:textId="77777777" w:rsidR="00D67C42" w:rsidRPr="009D5EA2" w:rsidRDefault="00D67C42" w:rsidP="00D67C4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K_U05</w:t>
            </w:r>
          </w:p>
          <w:p w14:paraId="1DE14639" w14:textId="7096CEDB" w:rsidR="00D67C42" w:rsidRPr="009D5EA2" w:rsidRDefault="00D67C4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00BC3" w:rsidRPr="009D5EA2" w14:paraId="5ECFC366" w14:textId="77777777" w:rsidTr="005E6E85">
        <w:tc>
          <w:tcPr>
            <w:tcW w:w="1701" w:type="dxa"/>
          </w:tcPr>
          <w:p w14:paraId="1D840B19" w14:textId="56903A54" w:rsidR="0085747A" w:rsidRPr="009D5E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D67C42" w:rsidRPr="009D5EA2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1E6F7850" w:rsidR="00550856" w:rsidRPr="009D5EA2" w:rsidRDefault="00AE368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Oceni swoją </w:t>
            </w:r>
            <w:r w:rsidR="00550856"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 wiedz</w:t>
            </w:r>
            <w:r w:rsidRPr="009D5EA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550856"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 pedagogiczn</w:t>
            </w:r>
            <w:r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ą </w:t>
            </w:r>
            <w:r w:rsidR="00550856" w:rsidRPr="009D5EA2">
              <w:rPr>
                <w:rFonts w:ascii="Corbel" w:hAnsi="Corbel"/>
                <w:b w:val="0"/>
                <w:smallCaps w:val="0"/>
                <w:szCs w:val="24"/>
              </w:rPr>
              <w:t>i jej znaczeni</w:t>
            </w:r>
            <w:r w:rsidRPr="009D5EA2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50856"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 w rozwoju środowisk wychowawczych.</w:t>
            </w:r>
          </w:p>
        </w:tc>
        <w:tc>
          <w:tcPr>
            <w:tcW w:w="1873" w:type="dxa"/>
          </w:tcPr>
          <w:p w14:paraId="4C531BB4" w14:textId="77777777" w:rsidR="00D67C42" w:rsidRPr="009D5EA2" w:rsidRDefault="00D67C42" w:rsidP="00D67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F37E818" w14:textId="77777777" w:rsidR="0085747A" w:rsidRPr="009D5EA2" w:rsidRDefault="0085747A" w:rsidP="00D67C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388025C" w14:textId="77777777" w:rsidR="0085747A" w:rsidRPr="009D5E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D5EA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D5EA2">
        <w:rPr>
          <w:rFonts w:ascii="Corbel" w:hAnsi="Corbel"/>
          <w:b/>
          <w:sz w:val="24"/>
          <w:szCs w:val="24"/>
        </w:rPr>
        <w:t>3.3</w:t>
      </w:r>
      <w:r w:rsidR="001D7B54" w:rsidRPr="009D5EA2">
        <w:rPr>
          <w:rFonts w:ascii="Corbel" w:hAnsi="Corbel"/>
          <w:b/>
          <w:sz w:val="24"/>
          <w:szCs w:val="24"/>
        </w:rPr>
        <w:t xml:space="preserve"> </w:t>
      </w:r>
      <w:r w:rsidR="0085747A" w:rsidRPr="009D5EA2">
        <w:rPr>
          <w:rFonts w:ascii="Corbel" w:hAnsi="Corbel"/>
          <w:b/>
          <w:sz w:val="24"/>
          <w:szCs w:val="24"/>
        </w:rPr>
        <w:t>T</w:t>
      </w:r>
      <w:r w:rsidR="001D7B54" w:rsidRPr="009D5EA2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D5EA2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D5EA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D5EA2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D5EA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5EA2" w14:paraId="2E1BB617" w14:textId="77777777" w:rsidTr="00F56B39">
        <w:tc>
          <w:tcPr>
            <w:tcW w:w="9520" w:type="dxa"/>
          </w:tcPr>
          <w:p w14:paraId="2C07462B" w14:textId="77777777" w:rsidR="0085747A" w:rsidRPr="009D5EA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56B39" w:rsidRPr="009D5EA2" w14:paraId="3C0F566E" w14:textId="77777777" w:rsidTr="00F56B39">
        <w:tc>
          <w:tcPr>
            <w:tcW w:w="9520" w:type="dxa"/>
          </w:tcPr>
          <w:p w14:paraId="3573F1C8" w14:textId="6BAA7E4D" w:rsidR="00F56B39" w:rsidRPr="009D5EA2" w:rsidRDefault="00F56B39" w:rsidP="00F56B39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Przedmiot badań pedagogiki porównawczej (definicje, funkcje, etapy rozwoju historycznego)</w:t>
            </w:r>
          </w:p>
        </w:tc>
      </w:tr>
      <w:tr w:rsidR="00F56B39" w:rsidRPr="009D5EA2" w14:paraId="72E03DD1" w14:textId="77777777" w:rsidTr="00F56B39">
        <w:tc>
          <w:tcPr>
            <w:tcW w:w="9520" w:type="dxa"/>
          </w:tcPr>
          <w:p w14:paraId="33738C75" w14:textId="06BC2DF0" w:rsidR="00F56B39" w:rsidRPr="009D5EA2" w:rsidRDefault="00F56B39" w:rsidP="00F56B39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Europejskie systemy edukacyjne: struktura systemu oświaty, administracja i nadzór, finansowanie szkoły, nauczyciele, programy nauczania, egzaminy, ocena skuteczności szkoły, reformy oświatowe, problemy do rozwiązania na przyszłość (Polska, Anglia, Francja, Hiszpania, Niemcy, Rosja, Szwecja, Włochy)</w:t>
            </w:r>
          </w:p>
        </w:tc>
      </w:tr>
      <w:tr w:rsidR="00F56B39" w:rsidRPr="009D5EA2" w14:paraId="40E69BBF" w14:textId="77777777" w:rsidTr="00F56B39">
        <w:tc>
          <w:tcPr>
            <w:tcW w:w="9520" w:type="dxa"/>
          </w:tcPr>
          <w:p w14:paraId="7DC670E9" w14:textId="69F1C706" w:rsidR="00F56B39" w:rsidRPr="009D5EA2" w:rsidRDefault="00F56B39" w:rsidP="00F56B39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Pozaeuropejskie systemy edukacyjne: struktura systemu oświaty, administracja i nadzór, finansowanie szkoły, nauczyciele, programy nauczania, egzaminy, ocena skuteczności szkoły, reformy oświatowe, problemy do rozwiązania na przyszłość (Brazylia, Chiny, Egipt, Indie, Iran, Izrael, Japonia, USA)</w:t>
            </w:r>
          </w:p>
        </w:tc>
      </w:tr>
      <w:tr w:rsidR="00F56B39" w:rsidRPr="009D5EA2" w14:paraId="575C7190" w14:textId="77777777" w:rsidTr="00F56B39">
        <w:tc>
          <w:tcPr>
            <w:tcW w:w="9520" w:type="dxa"/>
          </w:tcPr>
          <w:p w14:paraId="265CF62A" w14:textId="107D8605" w:rsidR="00F56B39" w:rsidRPr="009D5EA2" w:rsidRDefault="00F56B39" w:rsidP="00F56B39">
            <w:pPr>
              <w:pStyle w:val="Akapitzlist"/>
              <w:spacing w:after="0" w:line="240" w:lineRule="auto"/>
              <w:ind w:left="63" w:hanging="63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 xml:space="preserve">Ogólna analiza komparatystyczna systemów edukacji: cele oświaty, progi szkolne, wiek uczniów na progach szkolnych, obowiązek szkolny, rola i znaczenie egzaminów, skale ocen szkolnych, inspekcja i kontrola, finansowanie oświaty, status nauczycieli, programy </w:t>
            </w:r>
            <w:r w:rsidRPr="009D5EA2">
              <w:rPr>
                <w:rFonts w:ascii="Corbel" w:hAnsi="Corbel"/>
                <w:sz w:val="24"/>
                <w:szCs w:val="24"/>
              </w:rPr>
              <w:lastRenderedPageBreak/>
              <w:t>nauczania, reformy oświatowe)</w:t>
            </w:r>
          </w:p>
        </w:tc>
      </w:tr>
    </w:tbl>
    <w:p w14:paraId="1FB0688C" w14:textId="77777777" w:rsidR="0085747A" w:rsidRPr="009D5EA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D5EA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D5EA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D5EA2">
        <w:rPr>
          <w:rFonts w:ascii="Corbel" w:hAnsi="Corbel"/>
          <w:sz w:val="24"/>
          <w:szCs w:val="24"/>
        </w:rPr>
        <w:t xml:space="preserve">, </w:t>
      </w:r>
      <w:r w:rsidRPr="009D5EA2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D5EA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D5EA2" w14:paraId="250EC855" w14:textId="77777777" w:rsidTr="00F56B39">
        <w:tc>
          <w:tcPr>
            <w:tcW w:w="9520" w:type="dxa"/>
          </w:tcPr>
          <w:p w14:paraId="195D22DA" w14:textId="77777777" w:rsidR="0085747A" w:rsidRPr="009D5EA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D5EA2" w14:paraId="788AFB11" w14:textId="77777777" w:rsidTr="00F56B39">
        <w:tc>
          <w:tcPr>
            <w:tcW w:w="9520" w:type="dxa"/>
          </w:tcPr>
          <w:p w14:paraId="43283521" w14:textId="77777777" w:rsidR="0085747A" w:rsidRPr="009D5E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C3AE4A6" w14:textId="77777777" w:rsidR="0085747A" w:rsidRPr="009D5EA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D5EA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D5EA2">
        <w:rPr>
          <w:rFonts w:ascii="Corbel" w:hAnsi="Corbel"/>
          <w:smallCaps w:val="0"/>
          <w:szCs w:val="24"/>
        </w:rPr>
        <w:t>3.4 Metody dydaktyczne</w:t>
      </w:r>
      <w:r w:rsidRPr="009D5EA2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D5E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50D872" w14:textId="7AF22E0F" w:rsidR="00F56B39" w:rsidRPr="009D5EA2" w:rsidRDefault="00153C41" w:rsidP="00F56B3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D5EA2">
        <w:rPr>
          <w:rFonts w:ascii="Corbel" w:hAnsi="Corbel"/>
          <w:b w:val="0"/>
          <w:i/>
          <w:smallCaps w:val="0"/>
          <w:szCs w:val="24"/>
        </w:rPr>
        <w:t>W</w:t>
      </w:r>
      <w:r w:rsidR="0085747A" w:rsidRPr="009D5EA2">
        <w:rPr>
          <w:rFonts w:ascii="Corbel" w:hAnsi="Corbel"/>
          <w:b w:val="0"/>
          <w:i/>
          <w:smallCaps w:val="0"/>
          <w:szCs w:val="24"/>
        </w:rPr>
        <w:t>ykład</w:t>
      </w:r>
      <w:r w:rsidRPr="009D5EA2">
        <w:rPr>
          <w:rFonts w:ascii="Corbel" w:hAnsi="Corbel"/>
          <w:b w:val="0"/>
          <w:i/>
          <w:smallCaps w:val="0"/>
          <w:szCs w:val="24"/>
        </w:rPr>
        <w:t>:</w:t>
      </w:r>
      <w:r w:rsidR="00923D7D" w:rsidRPr="009D5EA2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9D5EA2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F56B39" w:rsidRPr="009D5EA2">
        <w:rPr>
          <w:rFonts w:ascii="Corbel" w:hAnsi="Corbel"/>
          <w:b w:val="0"/>
          <w:i/>
          <w:smallCaps w:val="0"/>
          <w:szCs w:val="24"/>
        </w:rPr>
        <w:t>,</w:t>
      </w:r>
    </w:p>
    <w:p w14:paraId="1ADE6E47" w14:textId="6A693BC5" w:rsidR="0085747A" w:rsidRPr="009D5EA2" w:rsidRDefault="00BF2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9D5EA2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699D2F80" w14:textId="77777777" w:rsidR="00E960BB" w:rsidRPr="009D5EA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D5EA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D5EA2">
        <w:rPr>
          <w:rFonts w:ascii="Corbel" w:hAnsi="Corbel"/>
          <w:smallCaps w:val="0"/>
          <w:szCs w:val="24"/>
        </w:rPr>
        <w:t xml:space="preserve">4. </w:t>
      </w:r>
      <w:r w:rsidR="0085747A" w:rsidRPr="009D5EA2">
        <w:rPr>
          <w:rFonts w:ascii="Corbel" w:hAnsi="Corbel"/>
          <w:smallCaps w:val="0"/>
          <w:szCs w:val="24"/>
        </w:rPr>
        <w:t>METODY I KRYTERIA OCENY</w:t>
      </w:r>
      <w:r w:rsidR="009F4610" w:rsidRPr="009D5EA2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D5EA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D5EA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5EA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D5EA2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D5E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D5EA2" w14:paraId="1BC5FC0A" w14:textId="77777777" w:rsidTr="00C05F44">
        <w:tc>
          <w:tcPr>
            <w:tcW w:w="1985" w:type="dxa"/>
            <w:vAlign w:val="center"/>
          </w:tcPr>
          <w:p w14:paraId="203F5135" w14:textId="77777777" w:rsidR="0085747A" w:rsidRPr="009D5EA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81B13AE" w14:textId="77777777" w:rsidR="0085747A" w:rsidRPr="009D5EA2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D5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D5EA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D5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D848DA" w14:textId="77777777" w:rsidR="00923D7D" w:rsidRPr="009D5EA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D5EA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D5EA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D5EA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D5EA2" w14:paraId="4FFC276C" w14:textId="77777777" w:rsidTr="00C05F44">
        <w:tc>
          <w:tcPr>
            <w:tcW w:w="1985" w:type="dxa"/>
          </w:tcPr>
          <w:p w14:paraId="1562D6DD" w14:textId="77777777" w:rsidR="0085747A" w:rsidRPr="009D5E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D5EA2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D5EA2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BD99DDA" w14:textId="7E8BAEC7" w:rsidR="0085747A" w:rsidRPr="009D5EA2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EA2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36896533" w14:textId="3B662E0D" w:rsidR="0085747A" w:rsidRPr="009D5EA2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EA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D5EA2" w14:paraId="106C9F54" w14:textId="77777777" w:rsidTr="00C05F44">
        <w:tc>
          <w:tcPr>
            <w:tcW w:w="1985" w:type="dxa"/>
          </w:tcPr>
          <w:p w14:paraId="17814888" w14:textId="77777777" w:rsidR="0085747A" w:rsidRPr="009D5E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EA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5C84B44" w14:textId="1D1FF901" w:rsidR="0085747A" w:rsidRPr="009D5EA2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EA2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7FFC62F0" w14:textId="5A01852F" w:rsidR="0085747A" w:rsidRPr="009D5EA2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EA2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966C5" w:rsidRPr="009D5EA2" w14:paraId="1AF58703" w14:textId="77777777" w:rsidTr="00C05F44">
        <w:tc>
          <w:tcPr>
            <w:tcW w:w="1985" w:type="dxa"/>
          </w:tcPr>
          <w:p w14:paraId="322CB7C8" w14:textId="603DBC1A" w:rsidR="008966C5" w:rsidRPr="009D5EA2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EA2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89331D8" w14:textId="5705E77D" w:rsidR="008966C5" w:rsidRPr="009D5EA2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EA2"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14:paraId="41EC2288" w14:textId="075F3B76" w:rsidR="008966C5" w:rsidRPr="009D5EA2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5EA2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32292305" w14:textId="77777777" w:rsidR="00923D7D" w:rsidRPr="009D5EA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D5EA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5EA2">
        <w:rPr>
          <w:rFonts w:ascii="Corbel" w:hAnsi="Corbel"/>
          <w:smallCaps w:val="0"/>
          <w:szCs w:val="24"/>
        </w:rPr>
        <w:t xml:space="preserve">4.2 </w:t>
      </w:r>
      <w:r w:rsidR="0085747A" w:rsidRPr="009D5EA2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D5EA2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D5EA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D5EA2" w14:paraId="717AAAA9" w14:textId="77777777" w:rsidTr="00923D7D">
        <w:tc>
          <w:tcPr>
            <w:tcW w:w="9670" w:type="dxa"/>
          </w:tcPr>
          <w:p w14:paraId="5942C489" w14:textId="769AE89C" w:rsidR="0085747A" w:rsidRPr="009D5EA2" w:rsidRDefault="00896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</w:rPr>
              <w:t>Wykonanie dokumentacji składającej się ze szczegółowego opisu w wersji papierowej oraz prezentacji multimedialnej ilustrującej funkcjonowanie systemu oświatowego w wybranym kraju świata.</w:t>
            </w:r>
          </w:p>
        </w:tc>
      </w:tr>
    </w:tbl>
    <w:p w14:paraId="09F20F02" w14:textId="77777777" w:rsidR="0085747A" w:rsidRPr="009D5E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D5EA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D5EA2">
        <w:rPr>
          <w:rFonts w:ascii="Corbel" w:hAnsi="Corbel"/>
          <w:b/>
          <w:sz w:val="24"/>
          <w:szCs w:val="24"/>
        </w:rPr>
        <w:t xml:space="preserve">5. </w:t>
      </w:r>
      <w:r w:rsidR="00C61DC5" w:rsidRPr="009D5EA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D5EA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D5EA2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D5E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5EA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D5EA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D5EA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D5EA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5EA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D5EA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D5EA2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D5EA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D5EA2" w14:paraId="65D5206F" w14:textId="77777777" w:rsidTr="00923D7D">
        <w:tc>
          <w:tcPr>
            <w:tcW w:w="4962" w:type="dxa"/>
          </w:tcPr>
          <w:p w14:paraId="73C4A980" w14:textId="77777777" w:rsidR="0085747A" w:rsidRPr="009D5EA2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G</w:t>
            </w:r>
            <w:r w:rsidR="0085747A" w:rsidRPr="009D5EA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D5EA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D5EA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D5EA2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D5EA2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9D5EA2">
              <w:rPr>
                <w:rFonts w:ascii="Corbel" w:hAnsi="Corbel"/>
                <w:sz w:val="24"/>
                <w:szCs w:val="24"/>
              </w:rPr>
              <w:t> </w:t>
            </w:r>
            <w:r w:rsidR="0045729E" w:rsidRPr="009D5EA2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9D5EA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D5EA2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D5EA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24D975F5" w:rsidR="0085747A" w:rsidRPr="009D5EA2" w:rsidRDefault="008E548D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9D5EA2" w14:paraId="3AEF2982" w14:textId="77777777" w:rsidTr="00923D7D">
        <w:tc>
          <w:tcPr>
            <w:tcW w:w="4962" w:type="dxa"/>
          </w:tcPr>
          <w:p w14:paraId="3C4A3437" w14:textId="77777777" w:rsidR="00C61DC5" w:rsidRPr="009D5E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9D5EA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6B38503" w14:textId="7D44F16F" w:rsidR="00400BC3" w:rsidRPr="009D5E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udział</w:t>
            </w:r>
            <w:r w:rsidR="00400BC3" w:rsidRPr="009D5EA2">
              <w:rPr>
                <w:rFonts w:ascii="Corbel" w:hAnsi="Corbel"/>
                <w:sz w:val="24"/>
                <w:szCs w:val="24"/>
              </w:rPr>
              <w:t>:</w:t>
            </w:r>
            <w:r w:rsidRPr="009D5EA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5C1FF6C" w14:textId="60DEB609" w:rsidR="00C61DC5" w:rsidRPr="009D5EA2" w:rsidRDefault="005160A6" w:rsidP="005160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w konsultacjach</w:t>
            </w:r>
          </w:p>
        </w:tc>
        <w:tc>
          <w:tcPr>
            <w:tcW w:w="4677" w:type="dxa"/>
          </w:tcPr>
          <w:p w14:paraId="205A607C" w14:textId="77777777" w:rsidR="00C61DC5" w:rsidRPr="009D5EA2" w:rsidRDefault="00400BC3" w:rsidP="00400B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 xml:space="preserve">                                              2</w:t>
            </w:r>
          </w:p>
          <w:p w14:paraId="7E7072C0" w14:textId="53908898" w:rsidR="00400BC3" w:rsidRPr="009D5EA2" w:rsidRDefault="00400BC3" w:rsidP="00400BC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 xml:space="preserve">                                              </w:t>
            </w:r>
          </w:p>
        </w:tc>
      </w:tr>
      <w:tr w:rsidR="00C61DC5" w:rsidRPr="009D5EA2" w14:paraId="1BA9975F" w14:textId="77777777" w:rsidTr="00923D7D">
        <w:tc>
          <w:tcPr>
            <w:tcW w:w="4962" w:type="dxa"/>
          </w:tcPr>
          <w:p w14:paraId="04184083" w14:textId="77777777" w:rsidR="0071620A" w:rsidRPr="009D5E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D5EA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D5EA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221BB617" w:rsidR="00C61DC5" w:rsidRPr="009D5EA2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9800E4" w:rsidRPr="009D5EA2">
              <w:rPr>
                <w:rFonts w:ascii="Corbel" w:hAnsi="Corbel"/>
                <w:sz w:val="24"/>
                <w:szCs w:val="24"/>
              </w:rPr>
              <w:t>praca projektowa</w:t>
            </w:r>
            <w:r w:rsidRPr="009D5EA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30F43D2" w14:textId="11DE5DAF" w:rsidR="00C61DC5" w:rsidRPr="009D5EA2" w:rsidRDefault="008E548D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65</w:t>
            </w:r>
          </w:p>
        </w:tc>
      </w:tr>
      <w:tr w:rsidR="0085747A" w:rsidRPr="009D5EA2" w14:paraId="512C1130" w14:textId="77777777" w:rsidTr="00923D7D">
        <w:tc>
          <w:tcPr>
            <w:tcW w:w="4962" w:type="dxa"/>
          </w:tcPr>
          <w:p w14:paraId="5420E74F" w14:textId="77777777" w:rsidR="0085747A" w:rsidRPr="009D5E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06B35D1C" w:rsidR="0085747A" w:rsidRPr="009D5EA2" w:rsidRDefault="008966C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D5EA2" w14:paraId="70BE77DC" w14:textId="77777777" w:rsidTr="00923D7D">
        <w:tc>
          <w:tcPr>
            <w:tcW w:w="4962" w:type="dxa"/>
          </w:tcPr>
          <w:p w14:paraId="229C4730" w14:textId="77777777" w:rsidR="0085747A" w:rsidRPr="009D5EA2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5EA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18C3FBBF" w:rsidR="0085747A" w:rsidRPr="009D5EA2" w:rsidRDefault="008966C5" w:rsidP="008966C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D5EA2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D5EA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D5EA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D5EA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D5EA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D5EA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D5EA2">
        <w:rPr>
          <w:rFonts w:ascii="Corbel" w:hAnsi="Corbel"/>
          <w:smallCaps w:val="0"/>
          <w:szCs w:val="24"/>
        </w:rPr>
        <w:t xml:space="preserve">6. </w:t>
      </w:r>
      <w:r w:rsidR="0085747A" w:rsidRPr="009D5EA2">
        <w:rPr>
          <w:rFonts w:ascii="Corbel" w:hAnsi="Corbel"/>
          <w:smallCaps w:val="0"/>
          <w:szCs w:val="24"/>
        </w:rPr>
        <w:t>PRAKTYKI ZAWO</w:t>
      </w:r>
      <w:r w:rsidR="009C1331" w:rsidRPr="009D5EA2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D5EA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D5EA2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D5E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21A538F9" w:rsidR="0085747A" w:rsidRPr="009D5EA2" w:rsidRDefault="00225A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D5EA2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D5E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5A8778EE" w:rsidR="0085747A" w:rsidRPr="009D5EA2" w:rsidRDefault="00225A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2DC013" w14:textId="77777777" w:rsidR="003E1941" w:rsidRPr="009D5EA2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D5E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D5EA2">
        <w:rPr>
          <w:rFonts w:ascii="Corbel" w:hAnsi="Corbel"/>
          <w:smallCaps w:val="0"/>
          <w:szCs w:val="24"/>
        </w:rPr>
        <w:t xml:space="preserve">7. </w:t>
      </w:r>
      <w:r w:rsidR="0085747A" w:rsidRPr="009D5EA2">
        <w:rPr>
          <w:rFonts w:ascii="Corbel" w:hAnsi="Corbel"/>
          <w:smallCaps w:val="0"/>
          <w:szCs w:val="24"/>
        </w:rPr>
        <w:t>LITERATURA</w:t>
      </w:r>
      <w:r w:rsidRPr="009D5EA2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D5EA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5"/>
      </w:tblGrid>
      <w:tr w:rsidR="0085747A" w:rsidRPr="009D5EA2" w14:paraId="67DF81D3" w14:textId="77777777" w:rsidTr="0071620A">
        <w:trPr>
          <w:trHeight w:val="397"/>
        </w:trPr>
        <w:tc>
          <w:tcPr>
            <w:tcW w:w="7513" w:type="dxa"/>
          </w:tcPr>
          <w:p w14:paraId="7586FFF9" w14:textId="77777777" w:rsidR="0085747A" w:rsidRPr="009D5E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ECA1947" w14:textId="77777777" w:rsidR="00651D08" w:rsidRPr="009D5EA2" w:rsidRDefault="00651D08" w:rsidP="00651D08">
            <w:pPr>
              <w:pStyle w:val="Punktygwne"/>
              <w:spacing w:before="0" w:after="0"/>
              <w:ind w:left="222" w:hanging="222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</w:rPr>
              <w:t>Nowakowska-</w:t>
            </w:r>
            <w:proofErr w:type="spellStart"/>
            <w:r w:rsidRPr="009D5EA2">
              <w:rPr>
                <w:rFonts w:ascii="Corbel" w:hAnsi="Corbel"/>
                <w:b w:val="0"/>
                <w:smallCaps w:val="0"/>
                <w:szCs w:val="24"/>
              </w:rPr>
              <w:t>Siuta</w:t>
            </w:r>
            <w:proofErr w:type="spellEnd"/>
            <w:r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 R., </w:t>
            </w:r>
            <w:hyperlink r:id="rId9" w:history="1">
              <w:r w:rsidRPr="009D5EA2">
                <w:rPr>
                  <w:rFonts w:ascii="Corbel" w:hAnsi="Corbel"/>
                  <w:b w:val="0"/>
                  <w:smallCaps w:val="0"/>
                  <w:szCs w:val="24"/>
                </w:rPr>
                <w:t>Pedagogika porównawcza: problemy, stan badań i perspektywy rozwoju. Oficyna Wydawnicza "Impuls" / - Kraków, 2014.</w:t>
              </w:r>
            </w:hyperlink>
          </w:p>
          <w:p w14:paraId="72101553" w14:textId="77777777" w:rsidR="00651D08" w:rsidRPr="009D5EA2" w:rsidRDefault="00651D08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Kępski Cz., </w:t>
            </w:r>
            <w:hyperlink r:id="rId10" w:history="1">
              <w:r w:rsidRPr="009D5EA2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 xml:space="preserve">Pedagogika porównawcza : podręcznik akademicki. </w:t>
              </w:r>
              <w:proofErr w:type="spellStart"/>
              <w:r w:rsidRPr="009D5EA2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Difin</w:t>
              </w:r>
              <w:proofErr w:type="spellEnd"/>
              <w:r w:rsidRPr="009D5EA2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, Warszawa 2016.</w:t>
              </w:r>
            </w:hyperlink>
          </w:p>
          <w:p w14:paraId="128E6560" w14:textId="4FA78DE6" w:rsidR="008966C5" w:rsidRPr="009D5EA2" w:rsidRDefault="008966C5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D5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Pachociński</w:t>
            </w:r>
            <w:proofErr w:type="spellEnd"/>
            <w:r w:rsidRPr="009D5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Strategie reform oświatowych na świecie. Wyd. IBE, Warszawa 2003.</w:t>
            </w:r>
          </w:p>
          <w:p w14:paraId="7BD3D0A3" w14:textId="6BBBDE66" w:rsidR="008966C5" w:rsidRPr="009D5EA2" w:rsidRDefault="008966C5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D5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Pachociński</w:t>
            </w:r>
            <w:proofErr w:type="spellEnd"/>
            <w:r w:rsidRPr="009D5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Współczesne systemy edukacyjne. Wyd. IBE, Warszawa 2000.</w:t>
            </w:r>
          </w:p>
          <w:p w14:paraId="214FF268" w14:textId="68C1FADD" w:rsidR="00651D08" w:rsidRPr="009D5EA2" w:rsidRDefault="00651D08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D5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Pachociński</w:t>
            </w:r>
            <w:proofErr w:type="spellEnd"/>
            <w:r w:rsidRPr="009D5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R., </w:t>
            </w:r>
            <w:hyperlink r:id="rId11" w:history="1">
              <w:r w:rsidRPr="009D5EA2">
                <w:rPr>
                  <w:rFonts w:ascii="Corbel" w:hAnsi="Corbel"/>
                  <w:b w:val="0"/>
                  <w:smallCaps w:val="0"/>
                  <w:color w:val="000000"/>
                  <w:szCs w:val="24"/>
                </w:rPr>
                <w:t>Pedagogika porównawcza : podręcznik akademicki - Wyd. 2 popr. i uzup. "Żak" Warszawa, 2007.</w:t>
              </w:r>
            </w:hyperlink>
          </w:p>
          <w:p w14:paraId="2E59BFDF" w14:textId="77777777" w:rsidR="008966C5" w:rsidRPr="009D5EA2" w:rsidRDefault="008966C5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D5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Vanova</w:t>
            </w:r>
            <w:proofErr w:type="spellEnd"/>
            <w:r w:rsidRPr="009D5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Pedagogika porównawcza [w:] Pedagogika. Red. B. Śliwerski, tom 2. GWP, Gdańsk 2006.</w:t>
            </w:r>
          </w:p>
          <w:p w14:paraId="56070F37" w14:textId="7B9A80E6" w:rsidR="00651D08" w:rsidRPr="009D5EA2" w:rsidRDefault="00651D08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</w:rPr>
              <w:t>Oficjalne strony ministerstw edukacji państw wymienionych w treściach programowych;</w:t>
            </w:r>
          </w:p>
        </w:tc>
      </w:tr>
      <w:tr w:rsidR="0085747A" w:rsidRPr="009D5EA2" w14:paraId="6981F2E0" w14:textId="77777777" w:rsidTr="0071620A">
        <w:trPr>
          <w:trHeight w:val="397"/>
        </w:trPr>
        <w:tc>
          <w:tcPr>
            <w:tcW w:w="7513" w:type="dxa"/>
          </w:tcPr>
          <w:p w14:paraId="22AE64E4" w14:textId="77E70242" w:rsidR="008966C5" w:rsidRPr="009D5EA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FDA626" w14:textId="77777777" w:rsidR="00651D08" w:rsidRPr="009D5EA2" w:rsidRDefault="00651D08" w:rsidP="00651D08">
            <w:pPr>
              <w:pStyle w:val="Punktygwne"/>
              <w:spacing w:before="0" w:after="0"/>
              <w:ind w:left="222" w:hanging="222"/>
              <w:rPr>
                <w:rFonts w:ascii="Corbel" w:hAnsi="Corbel"/>
                <w:b w:val="0"/>
                <w:smallCaps w:val="0"/>
                <w:szCs w:val="24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</w:rPr>
              <w:t>Błażejewski W., Pedagogika porównawcza, materiały pomocnicze dla studentów. Wyd. UR. Rzeszów 2006</w:t>
            </w:r>
          </w:p>
          <w:p w14:paraId="182ABAA9" w14:textId="77777777" w:rsidR="00651D08" w:rsidRPr="009D5EA2" w:rsidRDefault="00651D08" w:rsidP="00651D08">
            <w:pPr>
              <w:pStyle w:val="Punktygwne"/>
              <w:spacing w:before="0" w:after="0"/>
              <w:ind w:left="207" w:hanging="20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9D5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Hejnicka-Bezwińska</w:t>
            </w:r>
            <w:proofErr w:type="spellEnd"/>
            <w:r w:rsidRPr="009D5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T., O zmianach w edukacji. Konteksty, zagrożenia i możliwości. Wyd. Akademii Bydgoskiej, </w:t>
            </w:r>
            <w:proofErr w:type="spellStart"/>
            <w:r w:rsidRPr="009D5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Bygdoszcz</w:t>
            </w:r>
            <w:proofErr w:type="spellEnd"/>
            <w:r w:rsidRPr="009D5E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2000.</w:t>
            </w:r>
          </w:p>
          <w:p w14:paraId="4D529988" w14:textId="6E6ABF21" w:rsidR="008966C5" w:rsidRPr="009D5EA2" w:rsidRDefault="008966C5" w:rsidP="00651D08">
            <w:pPr>
              <w:pStyle w:val="Punktygwne"/>
              <w:spacing w:before="0" w:after="0"/>
              <w:ind w:left="222" w:hanging="222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proofErr w:type="spellStart"/>
            <w:r w:rsidRPr="009D5EA2">
              <w:rPr>
                <w:rFonts w:ascii="Corbel" w:hAnsi="Corbel"/>
                <w:b w:val="0"/>
                <w:smallCaps w:val="0"/>
                <w:szCs w:val="24"/>
              </w:rPr>
              <w:t>Prucha</w:t>
            </w:r>
            <w:proofErr w:type="spellEnd"/>
            <w:r w:rsidRPr="009D5EA2">
              <w:rPr>
                <w:rFonts w:ascii="Corbel" w:hAnsi="Corbel"/>
                <w:b w:val="0"/>
                <w:smallCaps w:val="0"/>
                <w:szCs w:val="24"/>
              </w:rPr>
              <w:t xml:space="preserve"> J., Pedagogika porównawcza. Podręcznik akademicki. </w:t>
            </w:r>
            <w:r w:rsidRPr="009D5EA2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PWN, Warszawa 2004</w:t>
            </w:r>
          </w:p>
          <w:p w14:paraId="04847B7C" w14:textId="3C1BB9AC" w:rsidR="008966C5" w:rsidRPr="009D5EA2" w:rsidRDefault="008966C5" w:rsidP="008966C5">
            <w:pPr>
              <w:pStyle w:val="Punktygwne"/>
              <w:spacing w:before="0" w:after="0"/>
              <w:ind w:left="222" w:hanging="222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9D5EA2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Comparative Education Review (http://www.jstor.org/action/showPublication?journalCode=compeducrevi)</w:t>
            </w:r>
          </w:p>
        </w:tc>
      </w:tr>
    </w:tbl>
    <w:p w14:paraId="394F695F" w14:textId="77777777" w:rsidR="0085747A" w:rsidRPr="009D5E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368A2DDD" w14:textId="77777777" w:rsidR="0085747A" w:rsidRPr="009D5EA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  <w:lang w:val="en-US"/>
        </w:rPr>
      </w:pPr>
    </w:p>
    <w:p w14:paraId="6E0E54A5" w14:textId="77777777" w:rsidR="0085747A" w:rsidRPr="009D5EA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D5EA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D5EA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E15F8A" w14:textId="77777777" w:rsidR="00905BB2" w:rsidRDefault="00905BB2" w:rsidP="00C16ABF">
      <w:pPr>
        <w:spacing w:after="0" w:line="240" w:lineRule="auto"/>
      </w:pPr>
      <w:r>
        <w:separator/>
      </w:r>
    </w:p>
  </w:endnote>
  <w:endnote w:type="continuationSeparator" w:id="0">
    <w:p w14:paraId="5D477239" w14:textId="77777777" w:rsidR="00905BB2" w:rsidRDefault="00905BB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C0D7A6" w14:textId="77777777" w:rsidR="00905BB2" w:rsidRDefault="00905BB2" w:rsidP="00C16ABF">
      <w:pPr>
        <w:spacing w:after="0" w:line="240" w:lineRule="auto"/>
      </w:pPr>
      <w:r>
        <w:separator/>
      </w:r>
    </w:p>
  </w:footnote>
  <w:footnote w:type="continuationSeparator" w:id="0">
    <w:p w14:paraId="7B17D3BA" w14:textId="77777777" w:rsidR="00905BB2" w:rsidRDefault="00905BB2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437AF6"/>
    <w:multiLevelType w:val="hybridMultilevel"/>
    <w:tmpl w:val="C494D81E"/>
    <w:lvl w:ilvl="0" w:tplc="FF3C23C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441D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706B"/>
    <w:rsid w:val="001022B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6184"/>
    <w:rsid w:val="001D657B"/>
    <w:rsid w:val="001D7B54"/>
    <w:rsid w:val="001E0209"/>
    <w:rsid w:val="001F2CA2"/>
    <w:rsid w:val="002144C0"/>
    <w:rsid w:val="0022477D"/>
    <w:rsid w:val="00225A61"/>
    <w:rsid w:val="002278A9"/>
    <w:rsid w:val="00232C32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462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4546"/>
    <w:rsid w:val="003853C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BC3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3B9"/>
    <w:rsid w:val="00490F7D"/>
    <w:rsid w:val="00491678"/>
    <w:rsid w:val="004968E2"/>
    <w:rsid w:val="004A3EEA"/>
    <w:rsid w:val="004A4D1F"/>
    <w:rsid w:val="004D1471"/>
    <w:rsid w:val="004D5282"/>
    <w:rsid w:val="004D7FB0"/>
    <w:rsid w:val="004E344E"/>
    <w:rsid w:val="004F1551"/>
    <w:rsid w:val="004F55A3"/>
    <w:rsid w:val="0050496F"/>
    <w:rsid w:val="00513B6F"/>
    <w:rsid w:val="005160A6"/>
    <w:rsid w:val="00517C63"/>
    <w:rsid w:val="00526C94"/>
    <w:rsid w:val="005363C4"/>
    <w:rsid w:val="00536BDE"/>
    <w:rsid w:val="00543ACC"/>
    <w:rsid w:val="0055085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1D08"/>
    <w:rsid w:val="00654934"/>
    <w:rsid w:val="00656F8B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07FE"/>
    <w:rsid w:val="00745302"/>
    <w:rsid w:val="007461D6"/>
    <w:rsid w:val="00746EC8"/>
    <w:rsid w:val="00752246"/>
    <w:rsid w:val="00763BF1"/>
    <w:rsid w:val="007666CD"/>
    <w:rsid w:val="00766FD4"/>
    <w:rsid w:val="0078168C"/>
    <w:rsid w:val="00787C2A"/>
    <w:rsid w:val="00790E27"/>
    <w:rsid w:val="007A4022"/>
    <w:rsid w:val="007A5CF3"/>
    <w:rsid w:val="007A6E6E"/>
    <w:rsid w:val="007C3299"/>
    <w:rsid w:val="007C3BCC"/>
    <w:rsid w:val="007C4546"/>
    <w:rsid w:val="007D6E56"/>
    <w:rsid w:val="007D6E75"/>
    <w:rsid w:val="007F1652"/>
    <w:rsid w:val="007F4155"/>
    <w:rsid w:val="008121EE"/>
    <w:rsid w:val="0081554D"/>
    <w:rsid w:val="0081707E"/>
    <w:rsid w:val="008449B3"/>
    <w:rsid w:val="0085747A"/>
    <w:rsid w:val="00884922"/>
    <w:rsid w:val="00885F64"/>
    <w:rsid w:val="0089059F"/>
    <w:rsid w:val="008917F9"/>
    <w:rsid w:val="00893A53"/>
    <w:rsid w:val="008966C5"/>
    <w:rsid w:val="008A45F7"/>
    <w:rsid w:val="008C0CC0"/>
    <w:rsid w:val="008C19A9"/>
    <w:rsid w:val="008C379D"/>
    <w:rsid w:val="008C5147"/>
    <w:rsid w:val="008C5359"/>
    <w:rsid w:val="008C5363"/>
    <w:rsid w:val="008D3DFB"/>
    <w:rsid w:val="008E548D"/>
    <w:rsid w:val="008E64F4"/>
    <w:rsid w:val="008F12C9"/>
    <w:rsid w:val="008F6E29"/>
    <w:rsid w:val="00905BB2"/>
    <w:rsid w:val="00906DAC"/>
    <w:rsid w:val="00916188"/>
    <w:rsid w:val="00923D7D"/>
    <w:rsid w:val="009508DF"/>
    <w:rsid w:val="00950DAC"/>
    <w:rsid w:val="00954A07"/>
    <w:rsid w:val="009800E4"/>
    <w:rsid w:val="00997F14"/>
    <w:rsid w:val="009A78D9"/>
    <w:rsid w:val="009C1331"/>
    <w:rsid w:val="009C3E31"/>
    <w:rsid w:val="009C54AE"/>
    <w:rsid w:val="009C788E"/>
    <w:rsid w:val="009D5EA2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C14"/>
    <w:rsid w:val="00AB053C"/>
    <w:rsid w:val="00AD1146"/>
    <w:rsid w:val="00AD27D3"/>
    <w:rsid w:val="00AD66D6"/>
    <w:rsid w:val="00AE1160"/>
    <w:rsid w:val="00AE203C"/>
    <w:rsid w:val="00AE2E74"/>
    <w:rsid w:val="00AE368D"/>
    <w:rsid w:val="00AE5FCB"/>
    <w:rsid w:val="00AF2C1E"/>
    <w:rsid w:val="00AF5202"/>
    <w:rsid w:val="00B06142"/>
    <w:rsid w:val="00B135B1"/>
    <w:rsid w:val="00B3130B"/>
    <w:rsid w:val="00B40ADB"/>
    <w:rsid w:val="00B43B77"/>
    <w:rsid w:val="00B43E80"/>
    <w:rsid w:val="00B607DB"/>
    <w:rsid w:val="00B66529"/>
    <w:rsid w:val="00B67C02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F3D"/>
    <w:rsid w:val="00C16ABF"/>
    <w:rsid w:val="00C170AE"/>
    <w:rsid w:val="00C26CB7"/>
    <w:rsid w:val="00C324C1"/>
    <w:rsid w:val="00C36992"/>
    <w:rsid w:val="00C56036"/>
    <w:rsid w:val="00C61DC5"/>
    <w:rsid w:val="00C62FBA"/>
    <w:rsid w:val="00C67E92"/>
    <w:rsid w:val="00C70A26"/>
    <w:rsid w:val="00C72D49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C42"/>
    <w:rsid w:val="00D74119"/>
    <w:rsid w:val="00D8075B"/>
    <w:rsid w:val="00D8678B"/>
    <w:rsid w:val="00DA2114"/>
    <w:rsid w:val="00DC251D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6B39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void(0);" TargetMode="External"/><Relationship Id="rId5" Type="http://schemas.openxmlformats.org/officeDocument/2006/relationships/settings" Target="settings.xml"/><Relationship Id="rId10" Type="http://schemas.openxmlformats.org/officeDocument/2006/relationships/hyperlink" Target="javascript:void(0);" TargetMode="External"/><Relationship Id="rId4" Type="http://schemas.microsoft.com/office/2007/relationships/stylesWithEffects" Target="stylesWithEffects.xml"/><Relationship Id="rId9" Type="http://schemas.openxmlformats.org/officeDocument/2006/relationships/hyperlink" Target="javascript:void(0)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DD969-461C-4CC8-AADE-6CCA400A2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74</TotalTime>
  <Pages>1</Pages>
  <Words>962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2019-12-19T12:45:00Z</cp:lastPrinted>
  <dcterms:created xsi:type="dcterms:W3CDTF">2019-10-23T08:38:00Z</dcterms:created>
  <dcterms:modified xsi:type="dcterms:W3CDTF">2021-01-14T11:48:00Z</dcterms:modified>
</cp:coreProperties>
</file>